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E8A31A1"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526216">
        <w:rPr>
          <w:rFonts w:ascii="Times New Roman" w:hAnsi="Times New Roman" w:cs="Times New Roman"/>
          <w:sz w:val="24"/>
          <w:szCs w:val="24"/>
        </w:rPr>
        <w:t>.2763</w:t>
      </w:r>
      <w:r w:rsidRPr="00CD01B9">
        <w:rPr>
          <w:rFonts w:ascii="Times New Roman" w:hAnsi="Times New Roman" w:cs="Times New Roman"/>
          <w:sz w:val="24"/>
          <w:szCs w:val="24"/>
        </w:rPr>
        <w:t xml:space="preserve"> „</w:t>
      </w:r>
      <w:r w:rsidR="008774D5" w:rsidRPr="008774D5">
        <w:rPr>
          <w:rFonts w:ascii="Times New Roman" w:hAnsi="Times New Roman" w:cs="Times New Roman"/>
          <w:bCs/>
          <w:i/>
          <w:sz w:val="24"/>
          <w:szCs w:val="24"/>
        </w:rPr>
        <w:t>Turvaste tee ja Põlluotsa tee</w:t>
      </w:r>
      <w:r w:rsidR="00F6716E" w:rsidRPr="00F6716E">
        <w:rPr>
          <w:rFonts w:ascii="Times New Roman" w:hAnsi="Times New Roman" w:cs="Times New Roman"/>
          <w:bCs/>
          <w:i/>
          <w:sz w:val="24"/>
          <w:szCs w:val="24"/>
        </w:rPr>
        <w:t xml:space="preserve"> rekonstrueerimine</w:t>
      </w:r>
      <w:r w:rsidRPr="00CD01B9">
        <w:rPr>
          <w:rFonts w:ascii="Times New Roman" w:hAnsi="Times New Roman" w:cs="Times New Roman"/>
          <w:sz w:val="24"/>
          <w:szCs w:val="24"/>
        </w:rPr>
        <w:t xml:space="preserve">“ (viitenumber </w:t>
      </w:r>
      <w:r w:rsidR="00526216">
        <w:rPr>
          <w:rFonts w:ascii="Times New Roman" w:hAnsi="Times New Roman" w:cs="Times New Roman"/>
          <w:sz w:val="24"/>
          <w:szCs w:val="24"/>
        </w:rPr>
        <w:t>261130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23264B4" w:rsidR="00720E3E" w:rsidRPr="00281267" w:rsidRDefault="008774D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Vesine</w:t>
      </w:r>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r w:rsidRPr="008774D5">
        <w:rPr>
          <w:rFonts w:ascii="Times New Roman" w:hAnsi="Times New Roman" w:cs="Times New Roman"/>
          <w:sz w:val="24"/>
          <w:szCs w:val="24"/>
        </w:rPr>
        <w:t>Turvaste tee ja Põlluotsa tee</w:t>
      </w:r>
      <w:r w:rsidR="00FF0751">
        <w:rPr>
          <w:rFonts w:ascii="Times New Roman" w:hAnsi="Times New Roman" w:cs="Times New Roman"/>
          <w:sz w:val="24"/>
          <w:szCs w:val="24"/>
        </w:rPr>
        <w:t xml:space="preserve"> </w:t>
      </w:r>
      <w:r w:rsidR="00F6716E" w:rsidRPr="00F6716E">
        <w:rPr>
          <w:rFonts w:ascii="Times New Roman" w:hAnsi="Times New Roman" w:cs="Times New Roman"/>
          <w:sz w:val="24"/>
          <w:szCs w:val="24"/>
        </w:rPr>
        <w:t>rekonstrueerimi</w:t>
      </w:r>
      <w:r>
        <w:rPr>
          <w:rFonts w:ascii="Times New Roman" w:hAnsi="Times New Roman" w:cs="Times New Roman"/>
          <w:sz w:val="24"/>
          <w:szCs w:val="24"/>
        </w:rPr>
        <w:t>ne ehitu</w:t>
      </w:r>
      <w:r w:rsidR="00DB6AC3">
        <w:rPr>
          <w:rFonts w:ascii="Times New Roman" w:hAnsi="Times New Roman" w:cs="Times New Roman"/>
          <w:sz w:val="24"/>
          <w:szCs w:val="24"/>
        </w:rPr>
        <w:t>s</w:t>
      </w:r>
      <w:r w:rsidR="004E2589" w:rsidRPr="004E2589">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E763B17"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8774D5">
        <w:rPr>
          <w:rFonts w:ascii="Times New Roman" w:hAnsi="Times New Roman" w:cs="Times New Roman"/>
          <w:sz w:val="24"/>
          <w:szCs w:val="24"/>
        </w:rPr>
        <w:t xml:space="preserve">Lääne ja </w:t>
      </w:r>
      <w:r w:rsidR="00FF0751">
        <w:rPr>
          <w:rFonts w:ascii="Times New Roman" w:hAnsi="Times New Roman" w:cs="Times New Roman"/>
          <w:sz w:val="24"/>
          <w:szCs w:val="24"/>
        </w:rPr>
        <w:t>Harju</w:t>
      </w:r>
      <w:r w:rsidR="00240C3D" w:rsidRPr="007D478A">
        <w:rPr>
          <w:rFonts w:ascii="Times New Roman" w:hAnsi="Times New Roman" w:cs="Times New Roman"/>
          <w:sz w:val="24"/>
          <w:szCs w:val="24"/>
        </w:rPr>
        <w:t xml:space="preserve"> maakonna </w:t>
      </w:r>
      <w:r w:rsidR="008774D5" w:rsidRPr="008774D5">
        <w:rPr>
          <w:rFonts w:ascii="Times New Roman" w:eastAsia="Times New Roman" w:hAnsi="Times New Roman" w:cs="Times New Roman"/>
          <w:bCs/>
          <w:sz w:val="24"/>
          <w:szCs w:val="24"/>
          <w:lang w:eastAsia="ar-SA"/>
        </w:rPr>
        <w:t>Turvaste tee ja Põlluotsa tee</w:t>
      </w:r>
      <w:r w:rsidR="00F6716E" w:rsidRPr="00F6716E">
        <w:rPr>
          <w:rFonts w:ascii="Times New Roman" w:eastAsia="Times New Roman" w:hAnsi="Times New Roman" w:cs="Times New Roman"/>
          <w:bCs/>
          <w:sz w:val="24"/>
          <w:szCs w:val="24"/>
          <w:lang w:eastAsia="ar-SA"/>
        </w:rPr>
        <w:t xml:space="preserve"> rekonstrueerimine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510C3C09"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8774D5">
        <w:rPr>
          <w:rFonts w:ascii="Times New Roman" w:hAnsi="Times New Roman" w:cs="Times New Roman"/>
          <w:sz w:val="24"/>
          <w:szCs w:val="24"/>
        </w:rPr>
        <w:t>Vesine</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8774D5" w:rsidRPr="008774D5">
        <w:rPr>
          <w:rFonts w:ascii="Times New Roman" w:hAnsi="Times New Roman" w:cs="Times New Roman"/>
          <w:sz w:val="24"/>
          <w:szCs w:val="24"/>
        </w:rPr>
        <w:t>Turvaste tee ja Põlluotsa tee</w:t>
      </w:r>
      <w:r w:rsidR="00F6716E" w:rsidRPr="00F6716E">
        <w:rPr>
          <w:rFonts w:ascii="Times New Roman" w:hAnsi="Times New Roman" w:cs="Times New Roman"/>
          <w:sz w:val="24"/>
          <w:szCs w:val="24"/>
        </w:rPr>
        <w:t xml:space="preserv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027D2846"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526216">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DD6134"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w:t>
      </w:r>
      <w:r w:rsidRPr="00DD6134">
        <w:rPr>
          <w:rFonts w:ascii="Times New Roman" w:hAnsi="Times New Roman" w:cs="Times New Roman"/>
          <w:sz w:val="24"/>
          <w:szCs w:val="24"/>
        </w:rPr>
        <w:t>alltöövõtu</w:t>
      </w:r>
      <w:r w:rsidR="00003744" w:rsidRPr="00DD6134">
        <w:rPr>
          <w:rFonts w:ascii="Times New Roman" w:hAnsi="Times New Roman" w:cs="Times New Roman"/>
          <w:sz w:val="24"/>
          <w:szCs w:val="24"/>
        </w:rPr>
        <w:t>lepinguid koos kavandatavate alltöövõtjate nimede, kontaktandmed ja teabega nende seaduslike esindajate kohta;</w:t>
      </w:r>
    </w:p>
    <w:p w14:paraId="3A9201DF" w14:textId="6F2F8B3B" w:rsidR="002551B0" w:rsidRPr="00DD6134" w:rsidRDefault="008A2313" w:rsidP="00E67DE8">
      <w:pPr>
        <w:pStyle w:val="Pealkiri31"/>
        <w:tabs>
          <w:tab w:val="left" w:pos="284"/>
        </w:tabs>
        <w:spacing w:after="0" w:line="240" w:lineRule="auto"/>
        <w:ind w:left="0" w:firstLine="0"/>
        <w:jc w:val="both"/>
        <w:rPr>
          <w:rStyle w:val="normal1"/>
          <w:rFonts w:cs="Times New Roman"/>
          <w:szCs w:val="24"/>
        </w:rPr>
      </w:pPr>
      <w:r w:rsidRPr="00DD6134">
        <w:rPr>
          <w:rFonts w:ascii="Times New Roman" w:hAnsi="Times New Roman" w:cs="Times New Roman"/>
          <w:sz w:val="24"/>
          <w:szCs w:val="24"/>
        </w:rPr>
        <w:t>kinni pidama tööde teostamisel t</w:t>
      </w:r>
      <w:r w:rsidR="00705773" w:rsidRPr="00DD6134">
        <w:rPr>
          <w:rFonts w:ascii="Times New Roman" w:hAnsi="Times New Roman" w:cs="Times New Roman"/>
          <w:sz w:val="24"/>
          <w:szCs w:val="24"/>
        </w:rPr>
        <w:t>ellija poolt ke</w:t>
      </w:r>
      <w:r w:rsidR="00845209" w:rsidRPr="00DD6134">
        <w:rPr>
          <w:rFonts w:ascii="Times New Roman" w:hAnsi="Times New Roman" w:cs="Times New Roman"/>
          <w:sz w:val="24"/>
          <w:szCs w:val="24"/>
        </w:rPr>
        <w:t>htestatud keskkonnaalastest käitumisju</w:t>
      </w:r>
      <w:r w:rsidR="00705773" w:rsidRPr="00DD6134">
        <w:rPr>
          <w:rFonts w:ascii="Times New Roman" w:hAnsi="Times New Roman" w:cs="Times New Roman"/>
          <w:sz w:val="24"/>
          <w:szCs w:val="24"/>
        </w:rPr>
        <w:t xml:space="preserve">histest ja projektis esitatud </w:t>
      </w:r>
      <w:r w:rsidR="002747CE" w:rsidRPr="00DD6134">
        <w:rPr>
          <w:rFonts w:ascii="Times New Roman" w:hAnsi="Times New Roman" w:cs="Times New Roman"/>
          <w:sz w:val="24"/>
          <w:szCs w:val="24"/>
        </w:rPr>
        <w:t>ehitus</w:t>
      </w:r>
      <w:r w:rsidR="00705773" w:rsidRPr="00DD6134">
        <w:rPr>
          <w:rFonts w:ascii="Times New Roman" w:hAnsi="Times New Roman" w:cs="Times New Roman"/>
          <w:sz w:val="24"/>
          <w:szCs w:val="24"/>
        </w:rPr>
        <w:t>objekti omapära arvestavaid nõudeid</w:t>
      </w:r>
      <w:r w:rsidR="00003744" w:rsidRPr="00DD6134">
        <w:rPr>
          <w:rStyle w:val="normal1"/>
          <w:rFonts w:cs="Times New Roman"/>
          <w:szCs w:val="24"/>
        </w:rPr>
        <w:t xml:space="preserve">. </w:t>
      </w:r>
      <w:r w:rsidR="002551B0" w:rsidRPr="00DD6134">
        <w:rPr>
          <w:rStyle w:val="normal1"/>
          <w:rFonts w:cs="Times New Roman"/>
          <w:szCs w:val="24"/>
        </w:rPr>
        <w:t xml:space="preserve">Jälgima </w:t>
      </w:r>
      <w:r w:rsidR="002551B0" w:rsidRPr="00DD6134">
        <w:rPr>
          <w:rFonts w:ascii="Times New Roman" w:eastAsia="Times New Roman" w:hAnsi="Times New Roman" w:cs="Times New Roman"/>
          <w:sz w:val="24"/>
          <w:szCs w:val="24"/>
        </w:rPr>
        <w:t xml:space="preserve">ehitusprojektis peatükk </w:t>
      </w:r>
      <w:r w:rsidR="005F2DDB" w:rsidRPr="00DD6134">
        <w:rPr>
          <w:rFonts w:ascii="Times New Roman" w:eastAsia="Times New Roman" w:hAnsi="Times New Roman" w:cs="Times New Roman"/>
          <w:sz w:val="24"/>
          <w:szCs w:val="24"/>
        </w:rPr>
        <w:t>8</w:t>
      </w:r>
      <w:r w:rsidR="007075A3" w:rsidRPr="00DD6134">
        <w:rPr>
          <w:rFonts w:ascii="Times New Roman" w:eastAsia="Times New Roman" w:hAnsi="Times New Roman" w:cs="Times New Roman"/>
          <w:sz w:val="24"/>
          <w:szCs w:val="24"/>
        </w:rPr>
        <w:t xml:space="preserve"> (lk </w:t>
      </w:r>
      <w:r w:rsidR="00706CBE" w:rsidRPr="00DD6134">
        <w:rPr>
          <w:rFonts w:ascii="Times New Roman" w:eastAsia="Times New Roman" w:hAnsi="Times New Roman" w:cs="Times New Roman"/>
          <w:sz w:val="24"/>
          <w:szCs w:val="24"/>
        </w:rPr>
        <w:t>4</w:t>
      </w:r>
      <w:r w:rsidR="00CD712D">
        <w:rPr>
          <w:rFonts w:ascii="Times New Roman" w:eastAsia="Times New Roman" w:hAnsi="Times New Roman" w:cs="Times New Roman"/>
          <w:sz w:val="24"/>
          <w:szCs w:val="24"/>
        </w:rPr>
        <w:t>0</w:t>
      </w:r>
      <w:r w:rsidR="007075A3" w:rsidRPr="00DD6134">
        <w:rPr>
          <w:rFonts w:ascii="Times New Roman" w:eastAsia="Times New Roman" w:hAnsi="Times New Roman" w:cs="Times New Roman"/>
          <w:sz w:val="24"/>
          <w:szCs w:val="24"/>
        </w:rPr>
        <w:t>)</w:t>
      </w:r>
      <w:r w:rsidR="002551B0" w:rsidRPr="00DD6134">
        <w:rPr>
          <w:rFonts w:ascii="Times New Roman" w:eastAsia="Times New Roman" w:hAnsi="Times New Roman" w:cs="Times New Roman"/>
          <w:sz w:val="24"/>
          <w:szCs w:val="24"/>
        </w:rPr>
        <w:t>. Keskkonnakaitse ning</w:t>
      </w:r>
      <w:r w:rsidR="002551B0" w:rsidRPr="00DD6134">
        <w:rPr>
          <w:rStyle w:val="normal1"/>
          <w:rFonts w:cs="Times New Roman"/>
          <w:szCs w:val="24"/>
        </w:rPr>
        <w:t xml:space="preserve"> tellija poolt koostatud keskkonnaanalüüsis toodut.</w:t>
      </w:r>
    </w:p>
    <w:p w14:paraId="55CAEB49" w14:textId="132713A0" w:rsidR="002551B0" w:rsidRPr="00DD6134" w:rsidRDefault="00FC3933" w:rsidP="00D25BC0">
      <w:pPr>
        <w:pStyle w:val="Loendilik"/>
        <w:tabs>
          <w:tab w:val="left" w:pos="0"/>
          <w:tab w:val="left" w:pos="284"/>
        </w:tabs>
        <w:spacing w:after="0" w:line="240" w:lineRule="auto"/>
        <w:ind w:left="0"/>
        <w:jc w:val="both"/>
        <w:rPr>
          <w:rFonts w:ascii="Times New Roman" w:hAnsi="Times New Roman" w:cs="Times New Roman"/>
          <w:i/>
          <w:sz w:val="24"/>
          <w:szCs w:val="24"/>
        </w:rPr>
      </w:pPr>
      <w:r w:rsidRPr="00FC3933">
        <w:rPr>
          <w:rFonts w:ascii="Times New Roman" w:hAnsi="Times New Roman" w:cs="Times New Roman"/>
          <w:i/>
          <w:sz w:val="24"/>
          <w:szCs w:val="24"/>
        </w:rPr>
        <w:t>Põlluotsa tee piirneb pikettide 04+02...07+64 vahemikus teise kaitsekategooria loomaliigi (kanakull) leiukohtadega, millest tulenevalt on ehitustööd keelatud perioodil 01.03-3</w:t>
      </w:r>
      <w:r w:rsidR="00697314">
        <w:rPr>
          <w:rFonts w:ascii="Times New Roman" w:hAnsi="Times New Roman" w:cs="Times New Roman"/>
          <w:i/>
          <w:sz w:val="24"/>
          <w:szCs w:val="24"/>
        </w:rPr>
        <w:t>1</w:t>
      </w:r>
      <w:r w:rsidRPr="00FC3933">
        <w:rPr>
          <w:rFonts w:ascii="Times New Roman" w:hAnsi="Times New Roman" w:cs="Times New Roman"/>
          <w:i/>
          <w:sz w:val="24"/>
          <w:szCs w:val="24"/>
        </w:rPr>
        <w:t>.0</w:t>
      </w:r>
      <w:r w:rsidR="00697314">
        <w:rPr>
          <w:rFonts w:ascii="Times New Roman" w:hAnsi="Times New Roman" w:cs="Times New Roman"/>
          <w:i/>
          <w:sz w:val="24"/>
          <w:szCs w:val="24"/>
        </w:rPr>
        <w:t>7</w:t>
      </w:r>
      <w:r w:rsidR="002551B0" w:rsidRPr="00DD6134">
        <w:rPr>
          <w:rFonts w:ascii="Times New Roman" w:hAnsi="Times New Roman" w:cs="Times New Roman"/>
          <w:i/>
          <w:sz w:val="24"/>
          <w:szCs w:val="24"/>
        </w:rPr>
        <w:t xml:space="preserve">. </w:t>
      </w:r>
    </w:p>
    <w:p w14:paraId="77AAC424" w14:textId="77777777" w:rsidR="00705773" w:rsidRPr="00DD6134"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teostama t</w:t>
      </w:r>
      <w:r w:rsidR="00705773" w:rsidRPr="00DD6134">
        <w:rPr>
          <w:rFonts w:ascii="Times New Roman" w:hAnsi="Times New Roman" w:cs="Times New Roman"/>
          <w:sz w:val="24"/>
          <w:szCs w:val="24"/>
        </w:rPr>
        <w:t xml:space="preserve">ööd, s.h projekti muutmisest </w:t>
      </w:r>
      <w:r w:rsidRPr="00DD6134">
        <w:rPr>
          <w:rFonts w:ascii="Times New Roman" w:hAnsi="Times New Roman" w:cs="Times New Roman"/>
          <w:sz w:val="24"/>
          <w:szCs w:val="24"/>
        </w:rPr>
        <w:t>tulenevad lisatööd, p</w:t>
      </w:r>
      <w:r w:rsidR="00705773" w:rsidRPr="00DD6134">
        <w:rPr>
          <w:rFonts w:ascii="Times New Roman" w:hAnsi="Times New Roman" w:cs="Times New Roman"/>
          <w:sz w:val="24"/>
          <w:szCs w:val="24"/>
        </w:rPr>
        <w:t>akkumises toodud hindadega, tähtaegselt ja k</w:t>
      </w:r>
      <w:r w:rsidRPr="00DD6134">
        <w:rPr>
          <w:rFonts w:ascii="Times New Roman" w:hAnsi="Times New Roman" w:cs="Times New Roman"/>
          <w:sz w:val="24"/>
          <w:szCs w:val="24"/>
        </w:rPr>
        <w:t>valiteetselt ning informeerima t</w:t>
      </w:r>
      <w:r w:rsidR="00705773" w:rsidRPr="00DD6134">
        <w:rPr>
          <w:rFonts w:ascii="Times New Roman" w:hAnsi="Times New Roman" w:cs="Times New Roman"/>
          <w:sz w:val="24"/>
          <w:szCs w:val="24"/>
        </w:rPr>
        <w:t>ellijat tööde või lisatööde hili</w:t>
      </w:r>
      <w:r w:rsidR="00705773" w:rsidRPr="00DD6134">
        <w:rPr>
          <w:rFonts w:ascii="Times New Roman" w:hAnsi="Times New Roman" w:cs="Times New Roman"/>
          <w:sz w:val="24"/>
          <w:szCs w:val="24"/>
        </w:rPr>
        <w:softHyphen/>
        <w:t>ne</w:t>
      </w:r>
      <w:r w:rsidR="00705773" w:rsidRPr="00DD6134">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9CA5F7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3A5040">
        <w:rPr>
          <w:rFonts w:ascii="Times New Roman" w:hAnsi="Times New Roman" w:cs="Times New Roman"/>
          <w:sz w:val="24"/>
          <w:szCs w:val="24"/>
        </w:rPr>
        <w:t xml:space="preserve"> </w:t>
      </w:r>
      <w:bookmarkStart w:id="1" w:name="_Hlk120112615"/>
      <w:r w:rsidR="00924DA1">
        <w:rPr>
          <w:rFonts w:ascii="Times New Roman" w:hAnsi="Times New Roman" w:cs="Times New Roman"/>
          <w:sz w:val="24"/>
          <w:szCs w:val="24"/>
        </w:rPr>
        <w:t>Tellija</w:t>
      </w:r>
      <w:r w:rsidR="004E2589">
        <w:rPr>
          <w:rFonts w:ascii="Times New Roman" w:hAnsi="Times New Roman" w:cs="Times New Roman"/>
          <w:sz w:val="24"/>
          <w:szCs w:val="24"/>
        </w:rPr>
        <w:t xml:space="preserve"> </w:t>
      </w:r>
      <w:bookmarkEnd w:id="1"/>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10E8D9E0"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953506">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953506">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7F95ED3"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24DA1">
        <w:rPr>
          <w:rFonts w:ascii="Times New Roman" w:hAnsi="Times New Roman" w:cs="Times New Roman"/>
          <w:sz w:val="24"/>
          <w:szCs w:val="24"/>
        </w:rPr>
        <w:t>Tellija</w:t>
      </w:r>
      <w:r w:rsidR="004E2589" w:rsidRPr="004E2589">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w:t>
      </w:r>
      <w:r w:rsidR="00A43226" w:rsidRPr="00CD01B9">
        <w:rPr>
          <w:rFonts w:ascii="Times New Roman" w:hAnsi="Times New Roman" w:cs="Times New Roman"/>
          <w:sz w:val="24"/>
          <w:szCs w:val="24"/>
        </w:rPr>
        <w:lastRenderedPageBreak/>
        <w:t>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DA3E38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2D7491" w:rsidRPr="00F16DA6">
        <w:rPr>
          <w:rFonts w:ascii="Times New Roman" w:eastAsia="Times New Roman" w:hAnsi="Times New Roman" w:cs="Times New Roman"/>
          <w:sz w:val="24"/>
          <w:szCs w:val="24"/>
          <w:lang w:eastAsia="ar-SA"/>
        </w:rPr>
        <w:t xml:space="preserve">Ülo Lindjärv tel: 505 0744; e-post </w:t>
      </w:r>
      <w:hyperlink r:id="rId11" w:history="1">
        <w:r w:rsidR="002D7491" w:rsidRPr="00F16DA6">
          <w:rPr>
            <w:rStyle w:val="Hperlink"/>
            <w:rFonts w:ascii="Times New Roman" w:eastAsia="Times New Roman" w:hAnsi="Times New Roman" w:cs="Times New Roman"/>
            <w:sz w:val="24"/>
            <w:szCs w:val="24"/>
            <w:lang w:eastAsia="ar-SA"/>
          </w:rPr>
          <w:t>ulo.lindjarv@rmk.ee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15A953E5" w:rsidR="00125F24" w:rsidRDefault="00125F24" w:rsidP="00CD01B9">
      <w:pPr>
        <w:tabs>
          <w:tab w:val="left" w:pos="567"/>
        </w:tabs>
        <w:spacing w:after="0" w:line="240" w:lineRule="auto"/>
        <w:jc w:val="both"/>
        <w:rPr>
          <w:rFonts w:ascii="Times New Roman" w:hAnsi="Times New Roman" w:cs="Times New Roman"/>
          <w:sz w:val="24"/>
          <w:szCs w:val="24"/>
        </w:rPr>
      </w:pPr>
    </w:p>
    <w:p w14:paraId="1C042DC5" w14:textId="77777777" w:rsidR="00F847C8" w:rsidRPr="00CD01B9" w:rsidRDefault="00F847C8"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526216"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0E52F964" w:rsidR="00705773" w:rsidRDefault="00526216" w:rsidP="00177B2A">
            <w:pPr>
              <w:jc w:val="both"/>
              <w:rPr>
                <w:sz w:val="24"/>
                <w:szCs w:val="24"/>
              </w:rPr>
            </w:pPr>
            <w:r>
              <w:rPr>
                <w:sz w:val="24"/>
                <w:szCs w:val="24"/>
              </w:rPr>
              <w:t xml:space="preserve">Mõisa /3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526216"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526216"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63735388" w14:textId="2ACFC2D5" w:rsidR="006C6D5F" w:rsidRPr="0050772E" w:rsidRDefault="006C6D5F" w:rsidP="006C6D5F">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2105028776"/>
          <w:placeholder>
            <w:docPart w:val="F18451ECCC4F41FF82FC8DDB0E4E6FF7"/>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76B214CE14944F1A87CFDBFEF6667358"/>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5A5872BA" w14:textId="77777777" w:rsidR="006C6D5F" w:rsidRPr="00FE2065" w:rsidRDefault="006C6D5F" w:rsidP="006C6D5F">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0E36401C" w14:textId="77777777" w:rsidR="006C6D5F" w:rsidRPr="00FE2065" w:rsidRDefault="006C6D5F" w:rsidP="006C6D5F">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2463349" w14:textId="77777777" w:rsidR="006C6D5F" w:rsidRPr="00FE2065" w:rsidRDefault="006C6D5F" w:rsidP="006C6D5F">
      <w:pPr>
        <w:spacing w:after="0" w:line="240" w:lineRule="auto"/>
        <w:jc w:val="both"/>
        <w:rPr>
          <w:rFonts w:ascii="Times New Roman" w:hAnsi="Times New Roman" w:cs="Times New Roman"/>
          <w:sz w:val="24"/>
          <w:szCs w:val="24"/>
        </w:rPr>
      </w:pPr>
    </w:p>
    <w:p w14:paraId="6A2A4B70" w14:textId="3DC64F60" w:rsidR="006C6D5F" w:rsidRPr="00FE2065" w:rsidRDefault="006C6D5F" w:rsidP="006C6D5F">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222B1CFDE5364B37BB7CC5A931E75C9A"/>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BBF3AB32E5CA4362B7CD3E3F34BC1323"/>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739CF24F" w14:textId="77777777" w:rsidR="006C6D5F" w:rsidRPr="00FE2065" w:rsidRDefault="006C6D5F" w:rsidP="006C6D5F">
      <w:pPr>
        <w:spacing w:after="0" w:line="240" w:lineRule="auto"/>
        <w:jc w:val="both"/>
        <w:rPr>
          <w:rFonts w:ascii="Times New Roman" w:hAnsi="Times New Roman" w:cs="Times New Roman"/>
          <w:b/>
          <w:color w:val="000000" w:themeColor="text1"/>
          <w:sz w:val="24"/>
          <w:szCs w:val="24"/>
        </w:rPr>
      </w:pPr>
    </w:p>
    <w:p w14:paraId="6708ACBE" w14:textId="77777777" w:rsidR="006C6D5F" w:rsidRPr="00FE2065" w:rsidRDefault="006C6D5F" w:rsidP="006C6D5F">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52D7F287" w14:textId="77777777" w:rsidR="006C6D5F" w:rsidRPr="00FE2065" w:rsidRDefault="006C6D5F" w:rsidP="006C6D5F">
      <w:pPr>
        <w:spacing w:after="0" w:line="240" w:lineRule="auto"/>
        <w:jc w:val="both"/>
        <w:rPr>
          <w:rFonts w:ascii="Times New Roman" w:hAnsi="Times New Roman" w:cs="Times New Roman"/>
          <w:sz w:val="24"/>
          <w:szCs w:val="24"/>
        </w:rPr>
      </w:pPr>
    </w:p>
    <w:p w14:paraId="41800866"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67CF055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0C0D0E70"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EF8FC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06B2B1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0A601581"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23259FAD"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756B70F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5D9614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6F76182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208909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442FE7C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7CDB2D8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7F6F9B3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7A380B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568D318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1B14A6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097F324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6FB8626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0FA3D20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ABCAE7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537D918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344A56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4B8A7DE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B0D72DF"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6DFC87F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0BF8D5F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64361ADB"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0AB13C7F"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4C6A8E0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ED89896"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466282B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4C3E7B1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14058A9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33A3474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9F363D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294AD7A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740B8C7"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48FD753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E86D7C2"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56101553"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20F07EA"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55AF720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6B63E1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587930D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C53167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A92EC0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517616AC"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A50928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40135C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41C2323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520CFB63" w14:textId="77777777" w:rsidR="006C6D5F" w:rsidRPr="00FE2065" w:rsidRDefault="006C6D5F" w:rsidP="006C6D5F">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5714E087" w14:textId="77777777" w:rsidR="006C6D5F" w:rsidRDefault="006C6D5F" w:rsidP="006C6D5F">
      <w:pPr>
        <w:spacing w:after="0" w:line="240" w:lineRule="auto"/>
        <w:jc w:val="both"/>
        <w:outlineLvl w:val="0"/>
        <w:rPr>
          <w:rFonts w:ascii="Times New Roman" w:hAnsi="Times New Roman" w:cs="Times New Roman"/>
          <w:b/>
          <w:sz w:val="24"/>
          <w:szCs w:val="24"/>
        </w:rPr>
      </w:pPr>
    </w:p>
    <w:p w14:paraId="56F67388" w14:textId="77777777" w:rsidR="006C6D5F" w:rsidRPr="00FE2065" w:rsidRDefault="006C6D5F" w:rsidP="006C6D5F">
      <w:pPr>
        <w:spacing w:after="0" w:line="240" w:lineRule="auto"/>
        <w:jc w:val="both"/>
        <w:outlineLvl w:val="0"/>
        <w:rPr>
          <w:rFonts w:ascii="Times New Roman" w:hAnsi="Times New Roman" w:cs="Times New Roman"/>
          <w:b/>
          <w:sz w:val="24"/>
          <w:szCs w:val="24"/>
        </w:rPr>
      </w:pPr>
    </w:p>
    <w:p w14:paraId="47BB161A" w14:textId="77777777" w:rsidR="006C6D5F" w:rsidRPr="00FE2065" w:rsidRDefault="006C6D5F" w:rsidP="006C6D5F">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4BBA49" w14:textId="77777777" w:rsidR="006C6D5F" w:rsidRPr="00FE2065" w:rsidRDefault="006C6D5F" w:rsidP="006C6D5F">
      <w:pPr>
        <w:spacing w:after="0" w:line="240" w:lineRule="auto"/>
        <w:jc w:val="both"/>
        <w:rPr>
          <w:rFonts w:ascii="Times New Roman" w:hAnsi="Times New Roman" w:cs="Times New Roman"/>
          <w:sz w:val="24"/>
          <w:szCs w:val="24"/>
        </w:rPr>
      </w:pPr>
    </w:p>
    <w:p w14:paraId="4736705D" w14:textId="77777777" w:rsidR="006C6D5F" w:rsidRPr="00FE2065" w:rsidRDefault="006C6D5F" w:rsidP="006C6D5F">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C6D5F" w14:paraId="6F5D6350" w14:textId="77777777" w:rsidTr="00FE59D6">
        <w:tc>
          <w:tcPr>
            <w:tcW w:w="4606" w:type="dxa"/>
          </w:tcPr>
          <w:p w14:paraId="0E8184B8" w14:textId="77777777" w:rsidR="006C6D5F" w:rsidRDefault="006C6D5F" w:rsidP="00FE59D6">
            <w:pPr>
              <w:jc w:val="both"/>
            </w:pPr>
          </w:p>
        </w:tc>
        <w:tc>
          <w:tcPr>
            <w:tcW w:w="4606" w:type="dxa"/>
          </w:tcPr>
          <w:p w14:paraId="19CD2DA9" w14:textId="77777777" w:rsidR="006C6D5F" w:rsidRDefault="006C6D5F" w:rsidP="00FE59D6">
            <w:pPr>
              <w:jc w:val="both"/>
            </w:pPr>
          </w:p>
        </w:tc>
      </w:tr>
      <w:tr w:rsidR="006C6D5F" w14:paraId="0669BC5D" w14:textId="77777777" w:rsidTr="00FE59D6">
        <w:tc>
          <w:tcPr>
            <w:tcW w:w="4606" w:type="dxa"/>
          </w:tcPr>
          <w:p w14:paraId="6CB7F9BB" w14:textId="77777777" w:rsidR="006C6D5F" w:rsidRPr="002C6717" w:rsidRDefault="00526216" w:rsidP="00FE59D6">
            <w:pPr>
              <w:jc w:val="both"/>
              <w:rPr>
                <w:sz w:val="24"/>
                <w:szCs w:val="24"/>
              </w:rPr>
            </w:pPr>
            <w:sdt>
              <w:sdtPr>
                <w:rPr>
                  <w:sz w:val="24"/>
                  <w:szCs w:val="24"/>
                </w:rPr>
                <w:id w:val="1096833988"/>
                <w:placeholder>
                  <w:docPart w:val="B7DECEA028E745C1B21E8F2AEF20B447"/>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c>
          <w:tcPr>
            <w:tcW w:w="4606" w:type="dxa"/>
          </w:tcPr>
          <w:p w14:paraId="68F47CEF" w14:textId="77777777" w:rsidR="006C6D5F" w:rsidRPr="002C6717" w:rsidRDefault="00526216" w:rsidP="00FE59D6">
            <w:pPr>
              <w:jc w:val="both"/>
              <w:rPr>
                <w:sz w:val="24"/>
                <w:szCs w:val="24"/>
              </w:rPr>
            </w:pPr>
            <w:sdt>
              <w:sdtPr>
                <w:rPr>
                  <w:sz w:val="24"/>
                  <w:szCs w:val="24"/>
                </w:rPr>
                <w:id w:val="-992566896"/>
                <w:placeholder>
                  <w:docPart w:val="D6A8CD353B4F4CF5904238AADC52C1C5"/>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r>
      <w:tr w:rsidR="006C6D5F" w14:paraId="0DB86C56" w14:textId="77777777" w:rsidTr="00FE59D6">
        <w:tc>
          <w:tcPr>
            <w:tcW w:w="4606" w:type="dxa"/>
          </w:tcPr>
          <w:p w14:paraId="216BDF9A" w14:textId="77777777" w:rsidR="006C6D5F" w:rsidRPr="002C6717" w:rsidRDefault="006C6D5F" w:rsidP="00FE59D6">
            <w:pPr>
              <w:jc w:val="both"/>
              <w:rPr>
                <w:sz w:val="24"/>
                <w:szCs w:val="24"/>
              </w:rPr>
            </w:pPr>
          </w:p>
        </w:tc>
        <w:tc>
          <w:tcPr>
            <w:tcW w:w="4606" w:type="dxa"/>
          </w:tcPr>
          <w:p w14:paraId="426DEA0A" w14:textId="77777777" w:rsidR="006C6D5F" w:rsidRPr="002C6717" w:rsidRDefault="006C6D5F" w:rsidP="00FE59D6">
            <w:pPr>
              <w:jc w:val="both"/>
              <w:rPr>
                <w:sz w:val="24"/>
                <w:szCs w:val="24"/>
              </w:rPr>
            </w:pPr>
          </w:p>
        </w:tc>
      </w:tr>
      <w:tr w:rsidR="006C6D5F" w14:paraId="190B0ABD" w14:textId="77777777" w:rsidTr="00FE59D6">
        <w:tc>
          <w:tcPr>
            <w:tcW w:w="4606" w:type="dxa"/>
          </w:tcPr>
          <w:p w14:paraId="7720C587" w14:textId="77777777" w:rsidR="006C6D5F" w:rsidRPr="002C6717" w:rsidRDefault="006C6D5F" w:rsidP="00FE59D6">
            <w:pPr>
              <w:jc w:val="both"/>
              <w:rPr>
                <w:sz w:val="24"/>
                <w:szCs w:val="24"/>
              </w:rPr>
            </w:pPr>
            <w:r w:rsidRPr="00240C3D">
              <w:rPr>
                <w:sz w:val="24"/>
                <w:szCs w:val="24"/>
                <w:lang w:eastAsia="en-US"/>
              </w:rPr>
              <w:t>Margus Reimann</w:t>
            </w:r>
          </w:p>
        </w:tc>
        <w:tc>
          <w:tcPr>
            <w:tcW w:w="4606" w:type="dxa"/>
          </w:tcPr>
          <w:p w14:paraId="3F46C547" w14:textId="24F4CE46" w:rsidR="006C6D5F" w:rsidRPr="002C6717" w:rsidRDefault="00910E68" w:rsidP="00FE59D6">
            <w:pPr>
              <w:jc w:val="both"/>
              <w:rPr>
                <w:sz w:val="24"/>
                <w:szCs w:val="24"/>
              </w:rPr>
            </w:pPr>
            <w:r>
              <w:rPr>
                <w:sz w:val="24"/>
                <w:szCs w:val="24"/>
              </w:rPr>
              <w:t>……………………..</w:t>
            </w:r>
          </w:p>
        </w:tc>
      </w:tr>
    </w:tbl>
    <w:p w14:paraId="57E121C1" w14:textId="77777777" w:rsidR="006C6D5F" w:rsidRDefault="006C6D5F" w:rsidP="006C6D5F">
      <w:pPr>
        <w:rPr>
          <w:rFonts w:ascii="Times New Roman" w:hAnsi="Times New Roman" w:cs="Times New Roman"/>
          <w:sz w:val="24"/>
          <w:szCs w:val="24"/>
        </w:rPr>
      </w:pPr>
      <w:r>
        <w:rPr>
          <w:rFonts w:ascii="Times New Roman" w:hAnsi="Times New Roman" w:cs="Times New Roman"/>
          <w:sz w:val="24"/>
          <w:szCs w:val="24"/>
        </w:rPr>
        <w:br w:type="page"/>
      </w:r>
    </w:p>
    <w:p w14:paraId="72D8CA38" w14:textId="53546A8E" w:rsidR="006C6D5F" w:rsidRPr="0050772E" w:rsidRDefault="006C6D5F" w:rsidP="000E558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B16D51DCF0B84B67B1EDD51DD1C34445"/>
          </w:placeholder>
          <w:showingPlcHdr/>
          <w:dataBinding w:prefixMappings="xmlns:ns0='http://schemas.openxmlformats.org/officeDocument/2006/extended-properties' " w:xpath="/ns0:Properties[1]/ns0:Company[1]" w:storeItemID="{6668398D-A668-4E3E-A5EB-62B293D839F1}"/>
          <w:text/>
        </w:sdtPr>
        <w:sdtEndPr/>
        <w:sdtContent>
          <w:r w:rsidR="001B2707"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A83D187135C4F2DB67EB5D14C191FCA"/>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01D2AFC6"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0AADE1ED" w14:textId="77777777" w:rsidR="006C6D5F" w:rsidRPr="003F3A57" w:rsidRDefault="006C6D5F" w:rsidP="006C6D5F">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4BC0EDE8" w14:textId="77777777" w:rsidR="006C6D5F" w:rsidRDefault="006C6D5F" w:rsidP="006C6D5F">
      <w:pPr>
        <w:spacing w:after="0" w:line="360" w:lineRule="auto"/>
        <w:jc w:val="both"/>
        <w:rPr>
          <w:rFonts w:ascii="Times New Roman" w:eastAsia="Calibri" w:hAnsi="Times New Roman" w:cs="Times New Roman"/>
          <w:color w:val="000000"/>
          <w:sz w:val="24"/>
        </w:rPr>
      </w:pPr>
    </w:p>
    <w:p w14:paraId="4373BF94" w14:textId="77777777" w:rsidR="006C6D5F" w:rsidRPr="003F3A57" w:rsidRDefault="006C6D5F" w:rsidP="006C6D5F">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4A89674F"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144D13AC"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6BF87C6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36C89FB5" w14:textId="5A4566E1"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2" w:name="_Hlk126332194"/>
      <w:sdt>
        <w:sdtPr>
          <w:rPr>
            <w:rFonts w:ascii="Times New Roman" w:eastAsia="Calibri" w:hAnsi="Times New Roman" w:cs="Times New Roman"/>
            <w:b/>
            <w:bCs/>
            <w:color w:val="000000"/>
            <w:sz w:val="24"/>
          </w:rPr>
          <w:alias w:val="Company"/>
          <w:tag w:val=""/>
          <w:id w:val="-2000023443"/>
          <w:placeholder>
            <w:docPart w:val="0B7CC7F450C44183A222FEF7A81145BF"/>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2"/>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9A3B001"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7A3FA9F"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58D25A96"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18EA088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55518C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CA5457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B65D924"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4D4812CB"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105D1FB"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37557B07"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55D8426"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4FA3800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E730DF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EEBA7E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19432D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4D6F1C40"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3A9B9B4B" w14:textId="77777777" w:rsidR="006C6D5F" w:rsidRPr="003F3A57" w:rsidRDefault="006C6D5F" w:rsidP="006C6D5F">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EA15021" w14:textId="77777777" w:rsidR="006C6D5F" w:rsidRPr="003F3A57" w:rsidRDefault="006C6D5F" w:rsidP="006C6D5F">
      <w:pPr>
        <w:spacing w:after="240" w:line="240" w:lineRule="auto"/>
        <w:jc w:val="both"/>
        <w:rPr>
          <w:rFonts w:ascii="Times New Roman" w:eastAsia="Calibri" w:hAnsi="Times New Roman" w:cs="Times New Roman"/>
          <w:color w:val="000000"/>
          <w:sz w:val="24"/>
        </w:rPr>
      </w:pPr>
    </w:p>
    <w:p w14:paraId="0D8BF18F"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CBEC04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CE27E7D"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81B6B6F"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3EF55BFD"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5D6CA8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C23AFA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01645A8"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717AE31E"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1267F2B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8D7C8B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93C446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8195CDE"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00C79A0"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9A2EC2F"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6A4B80B1"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6D94FA4A"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0752C99E"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0E0D790F"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35E9F2F1" w14:textId="42D6BA0C" w:rsidR="006C6D5F" w:rsidRPr="003F3A57" w:rsidRDefault="006C6D5F" w:rsidP="006C6D5F">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DC546F9C5A624746B421B6904219EDE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6B19CDC2"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57F76CE2" w14:textId="77777777" w:rsidR="006C6D5F" w:rsidRPr="003F3A57" w:rsidRDefault="00526216" w:rsidP="006C6D5F">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29FE8FB90D3486587F4B56BC7749096"/>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1C9A774E0B3454DAE421D3DFE5D418C"/>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p>
    <w:p w14:paraId="4A18F909" w14:textId="77777777" w:rsidR="006C6D5F" w:rsidRPr="003F3A57" w:rsidRDefault="006C6D5F" w:rsidP="006C6D5F">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6C6D5F" w14:paraId="03269519" w14:textId="77777777" w:rsidTr="00FE59D6">
        <w:tc>
          <w:tcPr>
            <w:tcW w:w="4822" w:type="dxa"/>
          </w:tcPr>
          <w:p w14:paraId="3B16AD6E" w14:textId="77777777" w:rsidR="006C6D5F" w:rsidRPr="00FE2065" w:rsidRDefault="006C6D5F" w:rsidP="00FE59D6">
            <w:pPr>
              <w:jc w:val="both"/>
              <w:rPr>
                <w:sz w:val="24"/>
                <w:szCs w:val="24"/>
              </w:rPr>
            </w:pPr>
            <w:r w:rsidRPr="00240C3D">
              <w:rPr>
                <w:sz w:val="24"/>
                <w:szCs w:val="24"/>
                <w:lang w:eastAsia="en-US"/>
              </w:rPr>
              <w:t>Margus Reimann</w:t>
            </w:r>
          </w:p>
        </w:tc>
        <w:tc>
          <w:tcPr>
            <w:tcW w:w="4250" w:type="dxa"/>
          </w:tcPr>
          <w:p w14:paraId="700822A9" w14:textId="5A10114D" w:rsidR="006C6D5F" w:rsidRPr="00FE2065" w:rsidRDefault="00910E68" w:rsidP="00FE59D6">
            <w:pPr>
              <w:jc w:val="both"/>
              <w:rPr>
                <w:sz w:val="24"/>
                <w:szCs w:val="24"/>
              </w:rPr>
            </w:pPr>
            <w:r>
              <w:rPr>
                <w:sz w:val="24"/>
                <w:szCs w:val="24"/>
              </w:rPr>
              <w:t>………………</w:t>
            </w:r>
          </w:p>
        </w:tc>
      </w:tr>
    </w:tbl>
    <w:p w14:paraId="2128A283" w14:textId="74A1AEDF" w:rsidR="00C57E63" w:rsidRPr="00FE2065" w:rsidRDefault="00C57E63" w:rsidP="00910E68">
      <w:pPr>
        <w:rPr>
          <w:rFonts w:ascii="Times New Roman" w:hAnsi="Times New Roman" w:cs="Times New Roman"/>
          <w:sz w:val="24"/>
          <w:szCs w:val="24"/>
        </w:rPr>
      </w:pPr>
    </w:p>
    <w:sectPr w:rsidR="00C57E63" w:rsidRPr="00FE2065" w:rsidSect="00910E68">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F9E24" w14:textId="77777777" w:rsidR="00966CA2" w:rsidRDefault="00966CA2" w:rsidP="00705773">
      <w:pPr>
        <w:spacing w:after="0" w:line="240" w:lineRule="auto"/>
      </w:pPr>
      <w:r>
        <w:separator/>
      </w:r>
    </w:p>
  </w:endnote>
  <w:endnote w:type="continuationSeparator" w:id="0">
    <w:p w14:paraId="117A811D" w14:textId="77777777" w:rsidR="00966CA2" w:rsidRDefault="00966CA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B0EB7" w14:textId="77777777" w:rsidR="00966CA2" w:rsidRDefault="00966CA2" w:rsidP="00705773">
      <w:pPr>
        <w:spacing w:after="0" w:line="240" w:lineRule="auto"/>
      </w:pPr>
      <w:r>
        <w:separator/>
      </w:r>
    </w:p>
  </w:footnote>
  <w:footnote w:type="continuationSeparator" w:id="0">
    <w:p w14:paraId="0823DB7E" w14:textId="77777777" w:rsidR="00966CA2" w:rsidRDefault="00966CA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10926980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E5586"/>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66445"/>
    <w:rsid w:val="00173995"/>
    <w:rsid w:val="00174C1E"/>
    <w:rsid w:val="00175C9A"/>
    <w:rsid w:val="00176C45"/>
    <w:rsid w:val="00177B2A"/>
    <w:rsid w:val="001A3016"/>
    <w:rsid w:val="001A347F"/>
    <w:rsid w:val="001B2707"/>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D7491"/>
    <w:rsid w:val="002E3E18"/>
    <w:rsid w:val="002E46EF"/>
    <w:rsid w:val="00300A22"/>
    <w:rsid w:val="00320DDC"/>
    <w:rsid w:val="003403F1"/>
    <w:rsid w:val="0034143B"/>
    <w:rsid w:val="00342A7D"/>
    <w:rsid w:val="00345154"/>
    <w:rsid w:val="00346054"/>
    <w:rsid w:val="00352C29"/>
    <w:rsid w:val="0035454A"/>
    <w:rsid w:val="00362D78"/>
    <w:rsid w:val="003655AF"/>
    <w:rsid w:val="003762BF"/>
    <w:rsid w:val="00385D15"/>
    <w:rsid w:val="003901F8"/>
    <w:rsid w:val="003924E6"/>
    <w:rsid w:val="003A0C19"/>
    <w:rsid w:val="003A5040"/>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49B1"/>
    <w:rsid w:val="004D53C3"/>
    <w:rsid w:val="004D7234"/>
    <w:rsid w:val="004E2589"/>
    <w:rsid w:val="004E7551"/>
    <w:rsid w:val="004F4A55"/>
    <w:rsid w:val="004F5D8E"/>
    <w:rsid w:val="005012FE"/>
    <w:rsid w:val="00505358"/>
    <w:rsid w:val="0050772E"/>
    <w:rsid w:val="005103C7"/>
    <w:rsid w:val="00521D53"/>
    <w:rsid w:val="005229E5"/>
    <w:rsid w:val="00526216"/>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A05B8"/>
    <w:rsid w:val="005E0883"/>
    <w:rsid w:val="005E4244"/>
    <w:rsid w:val="005F2DDB"/>
    <w:rsid w:val="005F7669"/>
    <w:rsid w:val="00611608"/>
    <w:rsid w:val="00626AF5"/>
    <w:rsid w:val="00635FAA"/>
    <w:rsid w:val="00642E49"/>
    <w:rsid w:val="00645DCF"/>
    <w:rsid w:val="00647FC4"/>
    <w:rsid w:val="00657B0E"/>
    <w:rsid w:val="0066511C"/>
    <w:rsid w:val="00665AF3"/>
    <w:rsid w:val="006710C0"/>
    <w:rsid w:val="006731FB"/>
    <w:rsid w:val="0068271C"/>
    <w:rsid w:val="006879DE"/>
    <w:rsid w:val="00697314"/>
    <w:rsid w:val="006A7AB6"/>
    <w:rsid w:val="006C167B"/>
    <w:rsid w:val="006C6D5F"/>
    <w:rsid w:val="006C7751"/>
    <w:rsid w:val="006D5CAA"/>
    <w:rsid w:val="006E45A0"/>
    <w:rsid w:val="006E76D5"/>
    <w:rsid w:val="006F28BE"/>
    <w:rsid w:val="006F46F7"/>
    <w:rsid w:val="006F47BC"/>
    <w:rsid w:val="006F5B87"/>
    <w:rsid w:val="006F7841"/>
    <w:rsid w:val="0070499B"/>
    <w:rsid w:val="00704FEE"/>
    <w:rsid w:val="00705773"/>
    <w:rsid w:val="00706CBE"/>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804615"/>
    <w:rsid w:val="00805107"/>
    <w:rsid w:val="00807879"/>
    <w:rsid w:val="00813406"/>
    <w:rsid w:val="0081395D"/>
    <w:rsid w:val="00815B0C"/>
    <w:rsid w:val="00834585"/>
    <w:rsid w:val="00841D8B"/>
    <w:rsid w:val="00845209"/>
    <w:rsid w:val="008454CD"/>
    <w:rsid w:val="008723AA"/>
    <w:rsid w:val="00872C61"/>
    <w:rsid w:val="008774D5"/>
    <w:rsid w:val="008929D8"/>
    <w:rsid w:val="008A2313"/>
    <w:rsid w:val="008B5144"/>
    <w:rsid w:val="008B78B6"/>
    <w:rsid w:val="008C316C"/>
    <w:rsid w:val="008C6D05"/>
    <w:rsid w:val="008D1C0E"/>
    <w:rsid w:val="008D4631"/>
    <w:rsid w:val="008D4AF3"/>
    <w:rsid w:val="008F07A8"/>
    <w:rsid w:val="00910E68"/>
    <w:rsid w:val="00924DA1"/>
    <w:rsid w:val="00930AE1"/>
    <w:rsid w:val="0095274F"/>
    <w:rsid w:val="00953506"/>
    <w:rsid w:val="009548EA"/>
    <w:rsid w:val="00955FB6"/>
    <w:rsid w:val="00964EF6"/>
    <w:rsid w:val="00966CA2"/>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064E"/>
    <w:rsid w:val="00BD28F6"/>
    <w:rsid w:val="00BD54A3"/>
    <w:rsid w:val="00BE1A4D"/>
    <w:rsid w:val="00BE2DFC"/>
    <w:rsid w:val="00BE7126"/>
    <w:rsid w:val="00BF29BC"/>
    <w:rsid w:val="00BF407C"/>
    <w:rsid w:val="00C163EF"/>
    <w:rsid w:val="00C177E3"/>
    <w:rsid w:val="00C30DA7"/>
    <w:rsid w:val="00C34166"/>
    <w:rsid w:val="00C43B1E"/>
    <w:rsid w:val="00C46BBC"/>
    <w:rsid w:val="00C50193"/>
    <w:rsid w:val="00C5102E"/>
    <w:rsid w:val="00C57E63"/>
    <w:rsid w:val="00C74515"/>
    <w:rsid w:val="00C869BE"/>
    <w:rsid w:val="00C91E96"/>
    <w:rsid w:val="00C95CB2"/>
    <w:rsid w:val="00CA3267"/>
    <w:rsid w:val="00CC3CC1"/>
    <w:rsid w:val="00CC6626"/>
    <w:rsid w:val="00CD01B9"/>
    <w:rsid w:val="00CD712D"/>
    <w:rsid w:val="00CE364A"/>
    <w:rsid w:val="00CE7F25"/>
    <w:rsid w:val="00CF42C1"/>
    <w:rsid w:val="00CF7CF3"/>
    <w:rsid w:val="00D0300B"/>
    <w:rsid w:val="00D07FE1"/>
    <w:rsid w:val="00D25BC0"/>
    <w:rsid w:val="00D33A25"/>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B6AC3"/>
    <w:rsid w:val="00DC47AE"/>
    <w:rsid w:val="00DD3DC4"/>
    <w:rsid w:val="00DD3FF4"/>
    <w:rsid w:val="00DD594C"/>
    <w:rsid w:val="00DD6134"/>
    <w:rsid w:val="00DD78EF"/>
    <w:rsid w:val="00DE706F"/>
    <w:rsid w:val="00E031BB"/>
    <w:rsid w:val="00E10FCA"/>
    <w:rsid w:val="00E172A6"/>
    <w:rsid w:val="00E31834"/>
    <w:rsid w:val="00E31BC5"/>
    <w:rsid w:val="00E50701"/>
    <w:rsid w:val="00E54F51"/>
    <w:rsid w:val="00E67DE8"/>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413B8"/>
    <w:rsid w:val="00F46D2D"/>
    <w:rsid w:val="00F50374"/>
    <w:rsid w:val="00F517B5"/>
    <w:rsid w:val="00F60636"/>
    <w:rsid w:val="00F65412"/>
    <w:rsid w:val="00F6716E"/>
    <w:rsid w:val="00F71CCE"/>
    <w:rsid w:val="00F847C8"/>
    <w:rsid w:val="00F9006C"/>
    <w:rsid w:val="00F93A07"/>
    <w:rsid w:val="00F960F2"/>
    <w:rsid w:val="00FA287C"/>
    <w:rsid w:val="00FB4B14"/>
    <w:rsid w:val="00FB511D"/>
    <w:rsid w:val="00FB604C"/>
    <w:rsid w:val="00FC1424"/>
    <w:rsid w:val="00FC3933"/>
    <w:rsid w:val="00FC5031"/>
    <w:rsid w:val="00FC5D46"/>
    <w:rsid w:val="00FD4634"/>
    <w:rsid w:val="00FD5881"/>
    <w:rsid w:val="00FE2065"/>
    <w:rsid w:val="00FE2E86"/>
    <w:rsid w:val="00FE5455"/>
    <w:rsid w:val="00FF0751"/>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o.lindjar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214CE14944F1A87CFDBFEF6667358"/>
        <w:category>
          <w:name w:val="Üldine"/>
          <w:gallery w:val="placeholder"/>
        </w:category>
        <w:types>
          <w:type w:val="bbPlcHdr"/>
        </w:types>
        <w:behaviors>
          <w:behavior w:val="content"/>
        </w:behaviors>
        <w:guid w:val="{F6843CFB-690A-411C-949A-80E6C2A31284}"/>
      </w:docPartPr>
      <w:docPartBody>
        <w:p w:rsidR="00103315" w:rsidRDefault="009B0C65" w:rsidP="009B0C65">
          <w:pPr>
            <w:pStyle w:val="76B214CE14944F1A87CFDBFEF6667358"/>
          </w:pPr>
          <w:r w:rsidRPr="00BE118B">
            <w:rPr>
              <w:rStyle w:val="Kohatitetekst"/>
            </w:rPr>
            <w:t>Click here to enter a date.</w:t>
          </w:r>
        </w:p>
      </w:docPartBody>
    </w:docPart>
    <w:docPart>
      <w:docPartPr>
        <w:name w:val="BBF3AB32E5CA4362B7CD3E3F34BC1323"/>
        <w:category>
          <w:name w:val="Üldine"/>
          <w:gallery w:val="placeholder"/>
        </w:category>
        <w:types>
          <w:type w:val="bbPlcHdr"/>
        </w:types>
        <w:behaviors>
          <w:behavior w:val="content"/>
        </w:behaviors>
        <w:guid w:val="{EA49DE0A-12A6-472A-9AF7-C97D8B2477EF}"/>
      </w:docPartPr>
      <w:docPartBody>
        <w:p w:rsidR="00103315" w:rsidRDefault="009B0C65" w:rsidP="009B0C65">
          <w:pPr>
            <w:pStyle w:val="BBF3AB32E5CA4362B7CD3E3F34BC1323"/>
          </w:pPr>
          <w:r w:rsidRPr="00BE118B">
            <w:rPr>
              <w:rStyle w:val="Kohatitetekst"/>
            </w:rPr>
            <w:t>Click here to enter a date.</w:t>
          </w:r>
        </w:p>
      </w:docPartBody>
    </w:docPart>
    <w:docPart>
      <w:docPartPr>
        <w:name w:val="B7DECEA028E745C1B21E8F2AEF20B447"/>
        <w:category>
          <w:name w:val="Üldine"/>
          <w:gallery w:val="placeholder"/>
        </w:category>
        <w:types>
          <w:type w:val="bbPlcHdr"/>
        </w:types>
        <w:behaviors>
          <w:behavior w:val="content"/>
        </w:behaviors>
        <w:guid w:val="{47770F2B-1FE6-480B-AAE9-0DEB9A9AB120}"/>
      </w:docPartPr>
      <w:docPartBody>
        <w:p w:rsidR="00103315" w:rsidRDefault="009B0C65" w:rsidP="009B0C65">
          <w:pPr>
            <w:pStyle w:val="B7DECEA028E745C1B21E8F2AEF20B447"/>
          </w:pPr>
          <w:r w:rsidRPr="00BE118B">
            <w:rPr>
              <w:rStyle w:val="Kohatitetekst"/>
            </w:rPr>
            <w:t>Choose an item.</w:t>
          </w:r>
        </w:p>
      </w:docPartBody>
    </w:docPart>
    <w:docPart>
      <w:docPartPr>
        <w:name w:val="D6A8CD353B4F4CF5904238AADC52C1C5"/>
        <w:category>
          <w:name w:val="Üldine"/>
          <w:gallery w:val="placeholder"/>
        </w:category>
        <w:types>
          <w:type w:val="bbPlcHdr"/>
        </w:types>
        <w:behaviors>
          <w:behavior w:val="content"/>
        </w:behaviors>
        <w:guid w:val="{5C2D3926-DF61-4713-BA53-241E53A9789B}"/>
      </w:docPartPr>
      <w:docPartBody>
        <w:p w:rsidR="00103315" w:rsidRDefault="009B0C65" w:rsidP="009B0C65">
          <w:pPr>
            <w:pStyle w:val="D6A8CD353B4F4CF5904238AADC52C1C5"/>
          </w:pPr>
          <w:r w:rsidRPr="00BE118B">
            <w:rPr>
              <w:rStyle w:val="Kohatitetekst"/>
            </w:rPr>
            <w:t>Choose an item.</w:t>
          </w:r>
        </w:p>
      </w:docPartBody>
    </w:docPart>
    <w:docPart>
      <w:docPartPr>
        <w:name w:val="EA83D187135C4F2DB67EB5D14C191FCA"/>
        <w:category>
          <w:name w:val="Üldine"/>
          <w:gallery w:val="placeholder"/>
        </w:category>
        <w:types>
          <w:type w:val="bbPlcHdr"/>
        </w:types>
        <w:behaviors>
          <w:behavior w:val="content"/>
        </w:behaviors>
        <w:guid w:val="{25FD3887-F39E-4CEC-9ED4-ECF63E81AFB4}"/>
      </w:docPartPr>
      <w:docPartBody>
        <w:p w:rsidR="00103315" w:rsidRDefault="009B0C65" w:rsidP="009B0C65">
          <w:pPr>
            <w:pStyle w:val="EA83D187135C4F2DB67EB5D14C191FCA"/>
          </w:pPr>
          <w:r w:rsidRPr="00BE118B">
            <w:rPr>
              <w:rStyle w:val="Kohatitetekst"/>
            </w:rPr>
            <w:t>Click here to enter a date.</w:t>
          </w:r>
        </w:p>
      </w:docPartBody>
    </w:docPart>
    <w:docPart>
      <w:docPartPr>
        <w:name w:val="0B7CC7F450C44183A222FEF7A81145BF"/>
        <w:category>
          <w:name w:val="Üldine"/>
          <w:gallery w:val="placeholder"/>
        </w:category>
        <w:types>
          <w:type w:val="bbPlcHdr"/>
        </w:types>
        <w:behaviors>
          <w:behavior w:val="content"/>
        </w:behaviors>
        <w:guid w:val="{718065CD-D553-40DA-88E3-F64CF49DB9DF}"/>
      </w:docPartPr>
      <w:docPartBody>
        <w:p w:rsidR="00103315" w:rsidRDefault="009B0C65" w:rsidP="009B0C65">
          <w:pPr>
            <w:pStyle w:val="0B7CC7F450C44183A222FEF7A81145BF"/>
          </w:pPr>
          <w:r w:rsidRPr="003F6A59">
            <w:rPr>
              <w:rStyle w:val="Kohatitetekst"/>
            </w:rPr>
            <w:t>[Company]</w:t>
          </w:r>
        </w:p>
      </w:docPartBody>
    </w:docPart>
    <w:docPart>
      <w:docPartPr>
        <w:name w:val="DC546F9C5A624746B421B6904219EDEC"/>
        <w:category>
          <w:name w:val="Üldine"/>
          <w:gallery w:val="placeholder"/>
        </w:category>
        <w:types>
          <w:type w:val="bbPlcHdr"/>
        </w:types>
        <w:behaviors>
          <w:behavior w:val="content"/>
        </w:behaviors>
        <w:guid w:val="{42DD26ED-A433-4E81-B1A9-F72440582E6B}"/>
      </w:docPartPr>
      <w:docPartBody>
        <w:p w:rsidR="00103315" w:rsidRDefault="009B0C65" w:rsidP="009B0C65">
          <w:pPr>
            <w:pStyle w:val="DC546F9C5A624746B421B6904219EDEC"/>
          </w:pPr>
          <w:r w:rsidRPr="003F6A59">
            <w:rPr>
              <w:rStyle w:val="Kohatitetekst"/>
            </w:rPr>
            <w:t>[Company]</w:t>
          </w:r>
        </w:p>
      </w:docPartBody>
    </w:docPart>
    <w:docPart>
      <w:docPartPr>
        <w:name w:val="529FE8FB90D3486587F4B56BC7749096"/>
        <w:category>
          <w:name w:val="Üldine"/>
          <w:gallery w:val="placeholder"/>
        </w:category>
        <w:types>
          <w:type w:val="bbPlcHdr"/>
        </w:types>
        <w:behaviors>
          <w:behavior w:val="content"/>
        </w:behaviors>
        <w:guid w:val="{8DC7502B-539A-484E-A085-56C4279F6F20}"/>
      </w:docPartPr>
      <w:docPartBody>
        <w:p w:rsidR="00103315" w:rsidRDefault="009B0C65" w:rsidP="009B0C65">
          <w:pPr>
            <w:pStyle w:val="529FE8FB90D3486587F4B56BC7749096"/>
          </w:pPr>
          <w:r w:rsidRPr="00BE118B">
            <w:rPr>
              <w:rStyle w:val="Kohatitetekst"/>
            </w:rPr>
            <w:t>Choose an item.</w:t>
          </w:r>
        </w:p>
      </w:docPartBody>
    </w:docPart>
    <w:docPart>
      <w:docPartPr>
        <w:name w:val="B1C9A774E0B3454DAE421D3DFE5D418C"/>
        <w:category>
          <w:name w:val="Üldine"/>
          <w:gallery w:val="placeholder"/>
        </w:category>
        <w:types>
          <w:type w:val="bbPlcHdr"/>
        </w:types>
        <w:behaviors>
          <w:behavior w:val="content"/>
        </w:behaviors>
        <w:guid w:val="{29D670A5-D231-4A42-A402-6E80068120C3}"/>
      </w:docPartPr>
      <w:docPartBody>
        <w:p w:rsidR="00103315" w:rsidRDefault="009B0C65" w:rsidP="009B0C65">
          <w:pPr>
            <w:pStyle w:val="B1C9A774E0B3454DAE421D3DFE5D418C"/>
          </w:pPr>
          <w:r w:rsidRPr="00BE118B">
            <w:rPr>
              <w:rStyle w:val="Kohatitetekst"/>
            </w:rPr>
            <w:t>Choose an item.</w:t>
          </w:r>
        </w:p>
      </w:docPartBody>
    </w:docPart>
    <w:docPart>
      <w:docPartPr>
        <w:name w:val="B16D51DCF0B84B67B1EDD51DD1C34445"/>
        <w:category>
          <w:name w:val="Üldine"/>
          <w:gallery w:val="placeholder"/>
        </w:category>
        <w:types>
          <w:type w:val="bbPlcHdr"/>
        </w:types>
        <w:behaviors>
          <w:behavior w:val="content"/>
        </w:behaviors>
        <w:guid w:val="{A10EF6A0-7E3F-4746-A61E-6D65595ADC0F}"/>
      </w:docPartPr>
      <w:docPartBody>
        <w:p w:rsidR="00103315" w:rsidRDefault="009B0C65" w:rsidP="009B0C65">
          <w:pPr>
            <w:pStyle w:val="B16D51DCF0B84B67B1EDD51DD1C34445"/>
          </w:pPr>
          <w:r w:rsidRPr="003F6A59">
            <w:rPr>
              <w:rStyle w:val="Kohatitetekst"/>
            </w:rPr>
            <w:t>[Company]</w:t>
          </w:r>
        </w:p>
      </w:docPartBody>
    </w:docPart>
    <w:docPart>
      <w:docPartPr>
        <w:name w:val="F18451ECCC4F41FF82FC8DDB0E4E6FF7"/>
        <w:category>
          <w:name w:val="Üldine"/>
          <w:gallery w:val="placeholder"/>
        </w:category>
        <w:types>
          <w:type w:val="bbPlcHdr"/>
        </w:types>
        <w:behaviors>
          <w:behavior w:val="content"/>
        </w:behaviors>
        <w:guid w:val="{D20E784C-67CC-4ED0-A276-4C7DF1DA81E7}"/>
      </w:docPartPr>
      <w:docPartBody>
        <w:p w:rsidR="00103315" w:rsidRDefault="009B0C65" w:rsidP="009B0C65">
          <w:pPr>
            <w:pStyle w:val="F18451ECCC4F41FF82FC8DDB0E4E6FF7"/>
          </w:pPr>
          <w:r w:rsidRPr="003F6A59">
            <w:rPr>
              <w:rStyle w:val="Kohatitetekst"/>
            </w:rPr>
            <w:t>[Company]</w:t>
          </w:r>
        </w:p>
      </w:docPartBody>
    </w:docPart>
    <w:docPart>
      <w:docPartPr>
        <w:name w:val="222B1CFDE5364B37BB7CC5A931E75C9A"/>
        <w:category>
          <w:name w:val="Üldine"/>
          <w:gallery w:val="placeholder"/>
        </w:category>
        <w:types>
          <w:type w:val="bbPlcHdr"/>
        </w:types>
        <w:behaviors>
          <w:behavior w:val="content"/>
        </w:behaviors>
        <w:guid w:val="{7CD422D0-FC7F-4CE1-9857-847A789941DE}"/>
      </w:docPartPr>
      <w:docPartBody>
        <w:p w:rsidR="00103315" w:rsidRDefault="009B0C65" w:rsidP="009B0C65">
          <w:pPr>
            <w:pStyle w:val="222B1CFDE5364B37BB7CC5A931E75C9A"/>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03315"/>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B0C65"/>
    <w:rsid w:val="009D5A99"/>
    <w:rsid w:val="00A1078C"/>
    <w:rsid w:val="00A7539A"/>
    <w:rsid w:val="00AB745C"/>
    <w:rsid w:val="00AB7783"/>
    <w:rsid w:val="00AC021F"/>
    <w:rsid w:val="00B06A5C"/>
    <w:rsid w:val="00B30BA5"/>
    <w:rsid w:val="00B32772"/>
    <w:rsid w:val="00B55279"/>
    <w:rsid w:val="00B612B5"/>
    <w:rsid w:val="00B7603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0C6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76B214CE14944F1A87CFDBFEF6667358">
    <w:name w:val="76B214CE14944F1A87CFDBFEF6667358"/>
    <w:rsid w:val="009B0C65"/>
  </w:style>
  <w:style w:type="paragraph" w:customStyle="1" w:styleId="BBF3AB32E5CA4362B7CD3E3F34BC1323">
    <w:name w:val="BBF3AB32E5CA4362B7CD3E3F34BC1323"/>
    <w:rsid w:val="009B0C65"/>
  </w:style>
  <w:style w:type="paragraph" w:customStyle="1" w:styleId="B7DECEA028E745C1B21E8F2AEF20B447">
    <w:name w:val="B7DECEA028E745C1B21E8F2AEF20B447"/>
    <w:rsid w:val="009B0C65"/>
  </w:style>
  <w:style w:type="paragraph" w:customStyle="1" w:styleId="D6A8CD353B4F4CF5904238AADC52C1C5">
    <w:name w:val="D6A8CD353B4F4CF5904238AADC52C1C5"/>
    <w:rsid w:val="009B0C65"/>
  </w:style>
  <w:style w:type="paragraph" w:customStyle="1" w:styleId="EA83D187135C4F2DB67EB5D14C191FCA">
    <w:name w:val="EA83D187135C4F2DB67EB5D14C191FCA"/>
    <w:rsid w:val="009B0C65"/>
  </w:style>
  <w:style w:type="paragraph" w:customStyle="1" w:styleId="0B7CC7F450C44183A222FEF7A81145BF">
    <w:name w:val="0B7CC7F450C44183A222FEF7A81145BF"/>
    <w:rsid w:val="009B0C65"/>
  </w:style>
  <w:style w:type="paragraph" w:customStyle="1" w:styleId="DC546F9C5A624746B421B6904219EDEC">
    <w:name w:val="DC546F9C5A624746B421B6904219EDEC"/>
    <w:rsid w:val="009B0C65"/>
  </w:style>
  <w:style w:type="paragraph" w:customStyle="1" w:styleId="529FE8FB90D3486587F4B56BC7749096">
    <w:name w:val="529FE8FB90D3486587F4B56BC7749096"/>
    <w:rsid w:val="009B0C65"/>
  </w:style>
  <w:style w:type="paragraph" w:customStyle="1" w:styleId="B1C9A774E0B3454DAE421D3DFE5D418C">
    <w:name w:val="B1C9A774E0B3454DAE421D3DFE5D418C"/>
    <w:rsid w:val="009B0C65"/>
  </w:style>
  <w:style w:type="paragraph" w:customStyle="1" w:styleId="B16D51DCF0B84B67B1EDD51DD1C34445">
    <w:name w:val="B16D51DCF0B84B67B1EDD51DD1C34445"/>
    <w:rsid w:val="009B0C65"/>
  </w:style>
  <w:style w:type="paragraph" w:customStyle="1" w:styleId="F18451ECCC4F41FF82FC8DDB0E4E6FF7">
    <w:name w:val="F18451ECCC4F41FF82FC8DDB0E4E6FF7"/>
    <w:rsid w:val="009B0C65"/>
  </w:style>
  <w:style w:type="paragraph" w:customStyle="1" w:styleId="222B1CFDE5364B37BB7CC5A931E75C9A">
    <w:name w:val="222B1CFDE5364B37BB7CC5A931E75C9A"/>
    <w:rsid w:val="009B0C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183</TotalTime>
  <Pages>11</Pages>
  <Words>4714</Words>
  <Characters>26874</Characters>
  <Application>Microsoft Office Word</Application>
  <DocSecurity>0</DocSecurity>
  <Lines>223</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73</cp:revision>
  <dcterms:created xsi:type="dcterms:W3CDTF">2022-09-01T10:45:00Z</dcterms:created>
  <dcterms:modified xsi:type="dcterms:W3CDTF">2023-02-16T12:34:00Z</dcterms:modified>
</cp:coreProperties>
</file>